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CD3" w:rsidRDefault="00311CD3" w:rsidP="002823E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Совет</w:t>
      </w:r>
    </w:p>
    <w:p w:rsidR="00311CD3" w:rsidRDefault="00311CD3" w:rsidP="002823E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Среднечелбасского сельского поселения</w:t>
      </w:r>
    </w:p>
    <w:p w:rsidR="00311CD3" w:rsidRDefault="00311CD3" w:rsidP="002823E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Павловского района</w:t>
      </w:r>
    </w:p>
    <w:p w:rsidR="00311CD3" w:rsidRDefault="00311CD3" w:rsidP="002823E4">
      <w:pPr>
        <w:pStyle w:val="Heading1"/>
      </w:pPr>
    </w:p>
    <w:p w:rsidR="00311CD3" w:rsidRDefault="00311CD3" w:rsidP="002823E4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Р Е Ш Е Н И Е</w:t>
      </w:r>
    </w:p>
    <w:p w:rsidR="00311CD3" w:rsidRDefault="00311CD3" w:rsidP="002823E4">
      <w:pPr>
        <w:rPr>
          <w:b/>
          <w:bCs/>
          <w:sz w:val="36"/>
          <w:szCs w:val="36"/>
        </w:rPr>
      </w:pPr>
    </w:p>
    <w:p w:rsidR="00311CD3" w:rsidRDefault="00311CD3" w:rsidP="002823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05.03.2015г.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№ 6/26</w:t>
      </w:r>
    </w:p>
    <w:p w:rsidR="00311CD3" w:rsidRDefault="00311CD3" w:rsidP="002823E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Октябрьский</w:t>
      </w: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jc w:val="center"/>
        <w:rPr>
          <w:b/>
          <w:bCs/>
          <w:sz w:val="28"/>
          <w:szCs w:val="28"/>
        </w:rPr>
      </w:pPr>
      <w:bookmarkStart w:id="0" w:name="OLE_LINK1"/>
    </w:p>
    <w:p w:rsidR="00311CD3" w:rsidRDefault="00311CD3" w:rsidP="002823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ежегодном отчете главы Среднечелбасского сельского поселения</w:t>
      </w:r>
    </w:p>
    <w:p w:rsidR="00311CD3" w:rsidRDefault="00311CD3" w:rsidP="002823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результатах своей деятельности и деятельности администрации</w:t>
      </w:r>
    </w:p>
    <w:p w:rsidR="00311CD3" w:rsidRDefault="00311CD3" w:rsidP="002823E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Среднечелбасского сельского поселения   за 2014 год </w:t>
      </w: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главы Среднечелбасского сельского поселения   о результатах своей деятельности и деятельности администрации Среднечелбасского сельского поселения за 2014 год, руководствуясь статьей 35 Федерального закона от 6 октября 2003 года № 131-ФЗ «Об общих принципах организации местного самоуправления в Российской Федерации» и </w:t>
      </w:r>
      <w:r w:rsidRPr="00C30214">
        <w:rPr>
          <w:sz w:val="28"/>
          <w:szCs w:val="28"/>
        </w:rPr>
        <w:t>статьей 31</w:t>
      </w:r>
      <w:r>
        <w:rPr>
          <w:sz w:val="28"/>
          <w:szCs w:val="28"/>
        </w:rPr>
        <w:t xml:space="preserve"> устава Среднечелбасского сельского поселения Павловского района, Совет Среднечелбасского сельского поселения р е ш и л:</w:t>
      </w:r>
    </w:p>
    <w:p w:rsidR="00311CD3" w:rsidRDefault="00311CD3" w:rsidP="002823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работу главы и администрации Среднечелбасского сельского поселения  за 2014 год удовлетворительной (отчет прилагается).</w:t>
      </w:r>
    </w:p>
    <w:p w:rsidR="00311CD3" w:rsidRDefault="00311CD3" w:rsidP="002823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отчёт главы и администрации Среднечелбасского сельского поселения Павловского района в местах для обнародования муниципальных правовых актов и разместить на официальном сайте  администрации муниципального образования Павловский район в сети Интернет (</w:t>
      </w:r>
      <w:r>
        <w:rPr>
          <w:sz w:val="28"/>
          <w:szCs w:val="28"/>
          <w:lang w:val="en-US"/>
        </w:rPr>
        <w:t>pavlraion</w:t>
      </w:r>
      <w:r w:rsidRPr="002065E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bookmarkStart w:id="1" w:name="_GoBack"/>
      <w:bookmarkEnd w:id="1"/>
      <w:r>
        <w:rPr>
          <w:sz w:val="28"/>
          <w:szCs w:val="28"/>
        </w:rPr>
        <w:t>).</w:t>
      </w:r>
    </w:p>
    <w:p w:rsidR="00311CD3" w:rsidRDefault="00311CD3" w:rsidP="002823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 Контроль за выполнением настоящего решения возложить на мандатную комиссию Совета Среднечелбасского сельского поселения (Скворцова).</w:t>
      </w:r>
    </w:p>
    <w:p w:rsidR="00311CD3" w:rsidRDefault="00311CD3" w:rsidP="002823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со дня его подписания.</w:t>
      </w:r>
    </w:p>
    <w:p w:rsidR="00311CD3" w:rsidRDefault="00311CD3" w:rsidP="002823E4">
      <w:pPr>
        <w:jc w:val="both"/>
        <w:rPr>
          <w:sz w:val="28"/>
          <w:szCs w:val="28"/>
        </w:rPr>
      </w:pPr>
    </w:p>
    <w:p w:rsidR="00311CD3" w:rsidRDefault="00311CD3" w:rsidP="002823E4">
      <w:pPr>
        <w:jc w:val="both"/>
        <w:rPr>
          <w:sz w:val="28"/>
          <w:szCs w:val="28"/>
        </w:rPr>
      </w:pPr>
    </w:p>
    <w:bookmarkEnd w:id="0"/>
    <w:p w:rsidR="00311CD3" w:rsidRDefault="00311CD3" w:rsidP="002823E4">
      <w:pPr>
        <w:rPr>
          <w:sz w:val="28"/>
          <w:szCs w:val="28"/>
        </w:rPr>
      </w:pPr>
      <w:r>
        <w:rPr>
          <w:sz w:val="28"/>
          <w:szCs w:val="28"/>
        </w:rPr>
        <w:t>Глава Среднечелбасского сельского поселения                                          В.А.Жук</w:t>
      </w: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2823E4">
      <w:pPr>
        <w:rPr>
          <w:sz w:val="28"/>
          <w:szCs w:val="28"/>
        </w:rPr>
      </w:pPr>
    </w:p>
    <w:p w:rsidR="00311CD3" w:rsidRDefault="00311CD3" w:rsidP="008628B5">
      <w:pPr>
        <w:jc w:val="center"/>
        <w:rPr>
          <w:b/>
          <w:bCs/>
          <w:sz w:val="32"/>
          <w:szCs w:val="32"/>
        </w:rPr>
      </w:pPr>
    </w:p>
    <w:p w:rsidR="00311CD3" w:rsidRPr="008628B5" w:rsidRDefault="00311CD3" w:rsidP="008628B5">
      <w:pPr>
        <w:jc w:val="center"/>
        <w:rPr>
          <w:b/>
          <w:bCs/>
          <w:sz w:val="32"/>
          <w:szCs w:val="32"/>
        </w:rPr>
      </w:pPr>
      <w:r w:rsidRPr="008628B5">
        <w:rPr>
          <w:b/>
          <w:bCs/>
          <w:sz w:val="32"/>
          <w:szCs w:val="32"/>
        </w:rPr>
        <w:t>СОВЕТ</w:t>
      </w:r>
    </w:p>
    <w:p w:rsidR="00311CD3" w:rsidRPr="008628B5" w:rsidRDefault="00311CD3" w:rsidP="008628B5">
      <w:pPr>
        <w:jc w:val="center"/>
        <w:rPr>
          <w:b/>
          <w:bCs/>
          <w:sz w:val="32"/>
          <w:szCs w:val="32"/>
        </w:rPr>
      </w:pPr>
      <w:r w:rsidRPr="008628B5">
        <w:rPr>
          <w:b/>
          <w:bCs/>
          <w:sz w:val="32"/>
          <w:szCs w:val="32"/>
        </w:rPr>
        <w:t xml:space="preserve">   СРЕДНЕЧЕЛБАССКОГО СЕЛЬСКОГО ПОСЕЛЕНИЯ</w:t>
      </w:r>
    </w:p>
    <w:p w:rsidR="00311CD3" w:rsidRPr="008628B5" w:rsidRDefault="00311CD3" w:rsidP="008628B5">
      <w:pPr>
        <w:pStyle w:val="Heading1"/>
      </w:pPr>
    </w:p>
    <w:p w:rsidR="00311CD3" w:rsidRPr="002823E4" w:rsidRDefault="00311CD3" w:rsidP="008628B5">
      <w:pPr>
        <w:pStyle w:val="Heading1"/>
        <w:jc w:val="right"/>
        <w:rPr>
          <w:b w:val="0"/>
        </w:rPr>
      </w:pPr>
      <w:r>
        <w:rPr>
          <w:b w:val="0"/>
        </w:rPr>
        <w:t xml:space="preserve"> </w:t>
      </w:r>
    </w:p>
    <w:p w:rsidR="00311CD3" w:rsidRDefault="00311CD3" w:rsidP="008628B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Р Е Ш Е Н И Е</w:t>
      </w:r>
    </w:p>
    <w:p w:rsidR="00311CD3" w:rsidRDefault="00311CD3" w:rsidP="008628B5">
      <w:pPr>
        <w:rPr>
          <w:b/>
          <w:bCs/>
          <w:sz w:val="36"/>
          <w:szCs w:val="36"/>
        </w:rPr>
      </w:pPr>
    </w:p>
    <w:p w:rsidR="00311CD3" w:rsidRDefault="00311CD3" w:rsidP="008628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№ ______</w:t>
      </w:r>
    </w:p>
    <w:p w:rsidR="00311CD3" w:rsidRDefault="00311CD3" w:rsidP="008628B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Октябрьский</w:t>
      </w:r>
    </w:p>
    <w:p w:rsidR="00311CD3" w:rsidRDefault="00311CD3" w:rsidP="008628B5">
      <w:pPr>
        <w:rPr>
          <w:sz w:val="28"/>
          <w:szCs w:val="28"/>
        </w:rPr>
      </w:pPr>
    </w:p>
    <w:p w:rsidR="00311CD3" w:rsidRDefault="00311CD3" w:rsidP="008628B5">
      <w:pPr>
        <w:jc w:val="center"/>
        <w:rPr>
          <w:b/>
          <w:bCs/>
          <w:sz w:val="28"/>
          <w:szCs w:val="28"/>
        </w:rPr>
      </w:pPr>
    </w:p>
    <w:p w:rsidR="00311CD3" w:rsidRDefault="00311CD3" w:rsidP="008628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ежегодном отчете главы Среднечелбасского сельского поселения</w:t>
      </w:r>
    </w:p>
    <w:p w:rsidR="00311CD3" w:rsidRDefault="00311CD3" w:rsidP="008628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результатах своей деятельности и деятельности администрации</w:t>
      </w:r>
    </w:p>
    <w:p w:rsidR="00311CD3" w:rsidRDefault="00311CD3" w:rsidP="008628B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Среднечелбасского сельского поселения   за 2014 год </w:t>
      </w:r>
    </w:p>
    <w:p w:rsidR="00311CD3" w:rsidRDefault="00311CD3" w:rsidP="008628B5">
      <w:pPr>
        <w:rPr>
          <w:sz w:val="28"/>
          <w:szCs w:val="28"/>
        </w:rPr>
      </w:pPr>
    </w:p>
    <w:p w:rsidR="00311CD3" w:rsidRDefault="00311CD3" w:rsidP="008628B5">
      <w:pPr>
        <w:rPr>
          <w:sz w:val="28"/>
          <w:szCs w:val="28"/>
        </w:rPr>
      </w:pPr>
    </w:p>
    <w:p w:rsidR="00311CD3" w:rsidRDefault="00311CD3" w:rsidP="008628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главы Среднечелбасского сельского поселения   о результатах своей деятельности и деятельности администрации Среднечелбасского сельского поселения за 2014 год, руководствуясь статьей 35 Федерального закона от 6 октября 2003 года № 131-ФЗ «Об общих принципах организации местного самоуправления в Российской Федерации» и </w:t>
      </w:r>
      <w:r w:rsidRPr="00C30214">
        <w:rPr>
          <w:sz w:val="28"/>
          <w:szCs w:val="28"/>
        </w:rPr>
        <w:t>статьей 31</w:t>
      </w:r>
      <w:r>
        <w:rPr>
          <w:sz w:val="28"/>
          <w:szCs w:val="28"/>
        </w:rPr>
        <w:t xml:space="preserve"> устава Среднечелбасского сельского поселения Павловского района, Совет Среднечелбасского сельского поселения р е ш и л:</w:t>
      </w:r>
    </w:p>
    <w:p w:rsidR="00311CD3" w:rsidRDefault="00311CD3" w:rsidP="008628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работу главы и администрации Среднечелбасского сельского поселения  за 2014 год удовлетворительной (отчет прилагается).</w:t>
      </w:r>
    </w:p>
    <w:p w:rsidR="00311CD3" w:rsidRDefault="00311CD3" w:rsidP="008628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отчёт главы и администрации Среднечелбасского сельского поселения Павловского района в местах для обнародования муниципальных правовых актов и разместить на официальном сайте  администрации муниципального образования Павловский район в сети Интернет (</w:t>
      </w:r>
      <w:r>
        <w:rPr>
          <w:sz w:val="28"/>
          <w:szCs w:val="28"/>
          <w:lang w:val="en-US"/>
        </w:rPr>
        <w:t>pavlraion</w:t>
      </w:r>
      <w:r w:rsidRPr="002065E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311CD3" w:rsidRDefault="00311CD3" w:rsidP="008628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 Контроль за выполнением настоящего решения возложить на мандатную комиссию Совета Среднечелбасского сельского поселения (Скворцова).</w:t>
      </w:r>
    </w:p>
    <w:p w:rsidR="00311CD3" w:rsidRDefault="00311CD3" w:rsidP="008628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со дня его подписания.</w:t>
      </w:r>
    </w:p>
    <w:p w:rsidR="00311CD3" w:rsidRDefault="00311CD3" w:rsidP="008628B5">
      <w:pPr>
        <w:jc w:val="both"/>
        <w:rPr>
          <w:sz w:val="28"/>
          <w:szCs w:val="28"/>
        </w:rPr>
      </w:pPr>
    </w:p>
    <w:p w:rsidR="00311CD3" w:rsidRDefault="00311CD3" w:rsidP="008628B5">
      <w:pPr>
        <w:jc w:val="both"/>
        <w:rPr>
          <w:sz w:val="28"/>
          <w:szCs w:val="28"/>
        </w:rPr>
      </w:pPr>
    </w:p>
    <w:p w:rsidR="00311CD3" w:rsidRDefault="00311CD3" w:rsidP="008628B5">
      <w:r>
        <w:rPr>
          <w:sz w:val="28"/>
          <w:szCs w:val="28"/>
        </w:rPr>
        <w:t>Глава Среднечелбасского сельского поселения                                          В.А.Жук</w:t>
      </w:r>
    </w:p>
    <w:p w:rsidR="00311CD3" w:rsidRPr="008628B5" w:rsidRDefault="00311CD3" w:rsidP="002823E4">
      <w:pPr>
        <w:rPr>
          <w:sz w:val="28"/>
          <w:szCs w:val="28"/>
        </w:rPr>
      </w:pPr>
    </w:p>
    <w:sectPr w:rsidR="00311CD3" w:rsidRPr="008628B5" w:rsidSect="002823E4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284"/>
    <w:rsid w:val="001C0137"/>
    <w:rsid w:val="001F6CB9"/>
    <w:rsid w:val="002065E4"/>
    <w:rsid w:val="002823E4"/>
    <w:rsid w:val="002D07D3"/>
    <w:rsid w:val="00311CD3"/>
    <w:rsid w:val="005B1172"/>
    <w:rsid w:val="00606D06"/>
    <w:rsid w:val="006C5AA3"/>
    <w:rsid w:val="008628B5"/>
    <w:rsid w:val="008D2284"/>
    <w:rsid w:val="00C30214"/>
    <w:rsid w:val="00DF6546"/>
    <w:rsid w:val="00EB3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3E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23E4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23E4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D07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07D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88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456</Words>
  <Characters>2604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 Каленюк</cp:lastModifiedBy>
  <cp:revision>3</cp:revision>
  <cp:lastPrinted>2015-03-04T13:58:00Z</cp:lastPrinted>
  <dcterms:created xsi:type="dcterms:W3CDTF">2015-03-12T10:43:00Z</dcterms:created>
  <dcterms:modified xsi:type="dcterms:W3CDTF">2015-04-01T07:29:00Z</dcterms:modified>
</cp:coreProperties>
</file>